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500" w:rsidRDefault="00267500">
      <w:commentRangeStart w:id="0"/>
      <w:r>
        <w:t>Becca McKinney</w:t>
      </w:r>
      <w:commentRangeEnd w:id="0"/>
      <w:r>
        <w:rPr>
          <w:rStyle w:val="CommentReference"/>
        </w:rPr>
        <w:commentReference w:id="0"/>
      </w:r>
    </w:p>
    <w:p w:rsidR="00267500" w:rsidRDefault="00267500">
      <w:r>
        <w:t>AP Literature</w:t>
      </w:r>
    </w:p>
    <w:p w:rsidR="00267500" w:rsidRDefault="00267500">
      <w:r>
        <w:t>Mr. Lane</w:t>
      </w:r>
    </w:p>
    <w:p w:rsidR="00267500" w:rsidRDefault="00267500">
      <w:r>
        <w:t>November 24, 2009</w:t>
      </w:r>
    </w:p>
    <w:p w:rsidR="00267500" w:rsidRDefault="00267500" w:rsidP="00FD5C14">
      <w:pPr>
        <w:jc w:val="center"/>
      </w:pPr>
      <w:r>
        <w:t>Title Analysis Reflection</w:t>
      </w:r>
    </w:p>
    <w:p w:rsidR="00267500" w:rsidRDefault="00267500" w:rsidP="00FD5C14">
      <w:pPr>
        <w:spacing w:line="480" w:lineRule="auto"/>
      </w:pPr>
      <w:r>
        <w:tab/>
        <w:t xml:space="preserve">My paper on the poem “Fire and Ice” by Robert Frost opened my eyes to the beauty of poetry. I have always loved poems and found it fun to try to decipher the various meanings they could have. Upon dissecting the denotations and connotations of the words “Fire” and “Ice” I discovered even more so how amazing understanding a poem can be. I researched some background ideas on the internet which lead me to see the poem on a whole different level. Once I was guided in the right direction I was pleased with how well I seemed to understand the poem. </w:t>
      </w:r>
      <w:commentRangeStart w:id="1"/>
      <w:r>
        <w:t xml:space="preserve">I had the utmost respect for how carefully the poet must craft each word within the few lines to grasp the right meaning. </w:t>
      </w:r>
      <w:commentRangeEnd w:id="1"/>
      <w:r>
        <w:rPr>
          <w:rStyle w:val="CommentReference"/>
        </w:rPr>
        <w:commentReference w:id="1"/>
      </w:r>
      <w:r>
        <w:t xml:space="preserve">I am very glad we were given our own chance to interpret the meaning of poem. The fact that we were to focus on the various meanings for the words in the title helped focus our attention. This made the poem seem less threatening and easier to comprehend, for I had a solid starting ground. </w:t>
      </w:r>
    </w:p>
    <w:p w:rsidR="00267500" w:rsidRDefault="00267500" w:rsidP="00FD5C14">
      <w:pPr>
        <w:spacing w:line="480" w:lineRule="auto"/>
      </w:pPr>
      <w:r>
        <w:tab/>
        <w:t xml:space="preserve">While I enjoyed picking apart the various pieces of the poem, I also enjoyed writing the actual paper. I was stuck at first for I didn’t know how to begin. This lack of clarity of a strong introduction, I feel, lead to my downfall organizationally. Normally I can depend on my introduction to allow my paper to flow better but my intro was a little unclear. I feel good about how a couple of my paragraphs turned out overall but in regards to how they transgressed from one to the other I can’t say I am very proud. I wish I would have spent more time focusing on how each idea could connect but I was more focused on the meat of the paper. I think some of my sentences were a little wordy and confusing. I just couldn’t think of a way to get all the ideas in my head to flow perfectly into concise sentences. </w:t>
      </w:r>
    </w:p>
    <w:p w:rsidR="00267500" w:rsidRDefault="00267500" w:rsidP="00FD5C14">
      <w:pPr>
        <w:spacing w:line="480" w:lineRule="auto"/>
      </w:pPr>
      <w:r>
        <w:tab/>
        <w:t xml:space="preserve">Once again I still have the lower order concerns present in this paper. I plan to one day only receive one or two skills pages. I learn from every error I correct, but when I begin writing my paper I push some of those recently learned corrections to the side. I could have spent more time revising this paper to eliminate another skills page. Overall I am pleased with the various concepts I brought about in this paper. I think it furthered supported my love of poetry analysis.     </w:t>
      </w:r>
    </w:p>
    <w:sectPr w:rsidR="00267500" w:rsidSect="00AB0F1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11T07:20:00Z" w:initials="M. Lane">
    <w:p w:rsidR="00267500" w:rsidRDefault="00267500">
      <w:pPr>
        <w:pStyle w:val="CommentText"/>
      </w:pPr>
      <w:r>
        <w:rPr>
          <w:rStyle w:val="CommentReference"/>
        </w:rPr>
        <w:annotationRef/>
      </w:r>
      <w:r>
        <w:t>SIGNED: M. Lane – 1.11.10</w:t>
      </w:r>
    </w:p>
  </w:comment>
  <w:comment w:id="1" w:author=" M. Lane" w:date="2010-01-11T07:20:00Z" w:initials="M. Lane">
    <w:p w:rsidR="00267500" w:rsidRDefault="00267500">
      <w:pPr>
        <w:pStyle w:val="CommentText"/>
      </w:pPr>
      <w:r>
        <w:rPr>
          <w:rStyle w:val="CommentReference"/>
        </w:rPr>
        <w:annotationRef/>
      </w:r>
      <w:r>
        <w:t>I agree…it is amazing just how much is going on.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5C14"/>
    <w:rsid w:val="00267500"/>
    <w:rsid w:val="00376D1F"/>
    <w:rsid w:val="004253FA"/>
    <w:rsid w:val="008C716D"/>
    <w:rsid w:val="00A47619"/>
    <w:rsid w:val="00A5089F"/>
    <w:rsid w:val="00AB0F15"/>
    <w:rsid w:val="00C47CBC"/>
    <w:rsid w:val="00CC090B"/>
    <w:rsid w:val="00E04532"/>
    <w:rsid w:val="00EB4481"/>
    <w:rsid w:val="00EF7F53"/>
    <w:rsid w:val="00FD5C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1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A5089F"/>
    <w:rPr>
      <w:rFonts w:cs="Times New Roman"/>
      <w:sz w:val="16"/>
      <w:szCs w:val="16"/>
    </w:rPr>
  </w:style>
  <w:style w:type="paragraph" w:styleId="CommentText">
    <w:name w:val="annotation text"/>
    <w:basedOn w:val="Normal"/>
    <w:link w:val="CommentTextChar"/>
    <w:uiPriority w:val="99"/>
    <w:semiHidden/>
    <w:rsid w:val="00A5089F"/>
    <w:rPr>
      <w:sz w:val="20"/>
      <w:szCs w:val="20"/>
    </w:rPr>
  </w:style>
  <w:style w:type="character" w:customStyle="1" w:styleId="CommentTextChar">
    <w:name w:val="Comment Text Char"/>
    <w:basedOn w:val="DefaultParagraphFont"/>
    <w:link w:val="CommentText"/>
    <w:uiPriority w:val="99"/>
    <w:semiHidden/>
    <w:locked/>
    <w:rsid w:val="00A5089F"/>
    <w:rPr>
      <w:rFonts w:cs="Times New Roman"/>
      <w:sz w:val="20"/>
      <w:szCs w:val="20"/>
    </w:rPr>
  </w:style>
  <w:style w:type="paragraph" w:styleId="CommentSubject">
    <w:name w:val="annotation subject"/>
    <w:basedOn w:val="CommentText"/>
    <w:next w:val="CommentText"/>
    <w:link w:val="CommentSubjectChar"/>
    <w:uiPriority w:val="99"/>
    <w:semiHidden/>
    <w:rsid w:val="00A5089F"/>
    <w:rPr>
      <w:b/>
      <w:bCs/>
    </w:rPr>
  </w:style>
  <w:style w:type="character" w:customStyle="1" w:styleId="CommentSubjectChar">
    <w:name w:val="Comment Subject Char"/>
    <w:basedOn w:val="CommentTextChar"/>
    <w:link w:val="CommentSubject"/>
    <w:uiPriority w:val="99"/>
    <w:semiHidden/>
    <w:locked/>
    <w:rsid w:val="00A5089F"/>
    <w:rPr>
      <w:b/>
      <w:bCs/>
    </w:rPr>
  </w:style>
  <w:style w:type="paragraph" w:styleId="BalloonText">
    <w:name w:val="Balloon Text"/>
    <w:basedOn w:val="Normal"/>
    <w:link w:val="BalloonTextChar"/>
    <w:uiPriority w:val="99"/>
    <w:semiHidden/>
    <w:rsid w:val="00A50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8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350</Words>
  <Characters>1996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Becca McKinney</dc:title>
  <dc:subject/>
  <dc:creator> </dc:creator>
  <cp:keywords/>
  <dc:description/>
  <cp:lastModifiedBy> Rebecca McKinney</cp:lastModifiedBy>
  <cp:revision>2</cp:revision>
  <dcterms:created xsi:type="dcterms:W3CDTF">2010-01-13T18:53:00Z</dcterms:created>
  <dcterms:modified xsi:type="dcterms:W3CDTF">2010-01-13T18:53:00Z</dcterms:modified>
</cp:coreProperties>
</file>